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75465">
      <w:pPr>
        <w:jc w:val="left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附件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b/>
          <w:sz w:val="28"/>
          <w:szCs w:val="28"/>
        </w:rPr>
        <w:t>：</w:t>
      </w:r>
    </w:p>
    <w:p w14:paraId="0CCF4D97">
      <w:pPr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中南财经政法大学</w:t>
      </w:r>
      <w:r>
        <w:rPr>
          <w:rFonts w:ascii="宋体" w:hAnsi="宋体" w:cs="宋体"/>
          <w:b/>
          <w:sz w:val="32"/>
          <w:szCs w:val="32"/>
        </w:rPr>
        <w:t>20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25</w:t>
      </w:r>
      <w:r>
        <w:rPr>
          <w:rFonts w:hint="eastAsia" w:ascii="宋体" w:hAnsi="宋体" w:cs="宋体"/>
          <w:b/>
          <w:sz w:val="32"/>
          <w:szCs w:val="32"/>
        </w:rPr>
        <w:t>年研究生国家奖学金申请审批表</w:t>
      </w:r>
    </w:p>
    <w:tbl>
      <w:tblPr>
        <w:tblStyle w:val="3"/>
        <w:tblW w:w="9073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485"/>
        <w:gridCol w:w="735"/>
        <w:gridCol w:w="285"/>
        <w:gridCol w:w="525"/>
        <w:gridCol w:w="450"/>
        <w:gridCol w:w="471"/>
        <w:gridCol w:w="234"/>
        <w:gridCol w:w="951"/>
        <w:gridCol w:w="669"/>
        <w:gridCol w:w="516"/>
        <w:gridCol w:w="489"/>
        <w:gridCol w:w="1043"/>
      </w:tblGrid>
      <w:tr w14:paraId="591B4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20" w:type="dxa"/>
            <w:vAlign w:val="center"/>
          </w:tcPr>
          <w:p w14:paraId="09B3DDE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2220" w:type="dxa"/>
            <w:gridSpan w:val="2"/>
            <w:vAlign w:val="center"/>
          </w:tcPr>
          <w:p w14:paraId="0E7759C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367F4C5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921" w:type="dxa"/>
            <w:gridSpan w:val="2"/>
            <w:vAlign w:val="center"/>
          </w:tcPr>
          <w:p w14:paraId="12FEDAF7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24E4C181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入学年月</w:t>
            </w:r>
          </w:p>
        </w:tc>
        <w:tc>
          <w:tcPr>
            <w:tcW w:w="1185" w:type="dxa"/>
            <w:gridSpan w:val="2"/>
            <w:vAlign w:val="center"/>
          </w:tcPr>
          <w:p w14:paraId="0DEA3D66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vMerge w:val="restart"/>
            <w:vAlign w:val="center"/>
          </w:tcPr>
          <w:p w14:paraId="40B4B42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贴照片处</w:t>
            </w:r>
          </w:p>
        </w:tc>
      </w:tr>
      <w:tr w14:paraId="09B11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20" w:type="dxa"/>
            <w:vAlign w:val="center"/>
          </w:tcPr>
          <w:p w14:paraId="70218CC1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学号</w:t>
            </w:r>
          </w:p>
        </w:tc>
        <w:tc>
          <w:tcPr>
            <w:tcW w:w="2220" w:type="dxa"/>
            <w:gridSpan w:val="2"/>
            <w:vAlign w:val="center"/>
          </w:tcPr>
          <w:p w14:paraId="222C3095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39EE89BD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921" w:type="dxa"/>
            <w:gridSpan w:val="2"/>
            <w:vAlign w:val="center"/>
          </w:tcPr>
          <w:p w14:paraId="66244527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352A0644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籍贯</w:t>
            </w:r>
          </w:p>
        </w:tc>
        <w:tc>
          <w:tcPr>
            <w:tcW w:w="1185" w:type="dxa"/>
            <w:gridSpan w:val="2"/>
            <w:vAlign w:val="center"/>
          </w:tcPr>
          <w:p w14:paraId="02220CDD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32" w:type="dxa"/>
            <w:gridSpan w:val="2"/>
            <w:vMerge w:val="continue"/>
            <w:vAlign w:val="center"/>
          </w:tcPr>
          <w:p w14:paraId="521904DA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0A1FA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220" w:type="dxa"/>
            <w:vAlign w:val="center"/>
          </w:tcPr>
          <w:p w14:paraId="5085CF0E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学生类别</w:t>
            </w:r>
          </w:p>
        </w:tc>
        <w:tc>
          <w:tcPr>
            <w:tcW w:w="3951" w:type="dxa"/>
            <w:gridSpan w:val="6"/>
            <w:vAlign w:val="center"/>
          </w:tcPr>
          <w:p w14:paraId="0D814A05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□博士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学硕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□专硕</w:t>
            </w:r>
          </w:p>
        </w:tc>
        <w:tc>
          <w:tcPr>
            <w:tcW w:w="1185" w:type="dxa"/>
            <w:gridSpan w:val="2"/>
            <w:vAlign w:val="center"/>
          </w:tcPr>
          <w:p w14:paraId="156C7371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1185" w:type="dxa"/>
            <w:gridSpan w:val="2"/>
            <w:vAlign w:val="center"/>
          </w:tcPr>
          <w:p w14:paraId="2794CD41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vMerge w:val="continue"/>
            <w:vAlign w:val="center"/>
          </w:tcPr>
          <w:p w14:paraId="0C576680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081A8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220" w:type="dxa"/>
            <w:vAlign w:val="center"/>
          </w:tcPr>
          <w:p w14:paraId="6C6FC79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所在学院</w:t>
            </w:r>
          </w:p>
        </w:tc>
        <w:tc>
          <w:tcPr>
            <w:tcW w:w="2220" w:type="dxa"/>
            <w:gridSpan w:val="2"/>
            <w:vAlign w:val="center"/>
          </w:tcPr>
          <w:p w14:paraId="34AD1BA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9A39705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所在专业</w:t>
            </w:r>
          </w:p>
        </w:tc>
        <w:tc>
          <w:tcPr>
            <w:tcW w:w="2841" w:type="dxa"/>
            <w:gridSpan w:val="5"/>
            <w:vAlign w:val="center"/>
          </w:tcPr>
          <w:p w14:paraId="1B8A66B6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vMerge w:val="continue"/>
            <w:vAlign w:val="center"/>
          </w:tcPr>
          <w:p w14:paraId="6D0EA477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06D19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220" w:type="dxa"/>
            <w:vAlign w:val="center"/>
          </w:tcPr>
          <w:p w14:paraId="68C1025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2220" w:type="dxa"/>
            <w:gridSpan w:val="2"/>
            <w:vAlign w:val="center"/>
          </w:tcPr>
          <w:p w14:paraId="57522D42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04E0ABA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2841" w:type="dxa"/>
            <w:gridSpan w:val="5"/>
            <w:vAlign w:val="center"/>
          </w:tcPr>
          <w:p w14:paraId="4041D3EA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vMerge w:val="continue"/>
            <w:vAlign w:val="center"/>
          </w:tcPr>
          <w:p w14:paraId="434218AC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61364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220" w:type="dxa"/>
            <w:vAlign w:val="center"/>
          </w:tcPr>
          <w:p w14:paraId="12E39CF4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学习成绩</w:t>
            </w:r>
          </w:p>
        </w:tc>
        <w:tc>
          <w:tcPr>
            <w:tcW w:w="1485" w:type="dxa"/>
            <w:vAlign w:val="center"/>
          </w:tcPr>
          <w:p w14:paraId="19B3AD8C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已修课程加权平均分</w:t>
            </w:r>
          </w:p>
        </w:tc>
        <w:tc>
          <w:tcPr>
            <w:tcW w:w="1020" w:type="dxa"/>
            <w:gridSpan w:val="2"/>
            <w:vAlign w:val="center"/>
          </w:tcPr>
          <w:p w14:paraId="4822BB0C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gridSpan w:val="4"/>
            <w:vAlign w:val="center"/>
          </w:tcPr>
          <w:p w14:paraId="03E2EA34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英语等级考试名称及成绩</w:t>
            </w:r>
          </w:p>
        </w:tc>
        <w:tc>
          <w:tcPr>
            <w:tcW w:w="1620" w:type="dxa"/>
            <w:gridSpan w:val="2"/>
            <w:vAlign w:val="center"/>
          </w:tcPr>
          <w:p w14:paraId="4B2E2E94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4D511E51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其他外语水平</w:t>
            </w:r>
          </w:p>
        </w:tc>
        <w:tc>
          <w:tcPr>
            <w:tcW w:w="1043" w:type="dxa"/>
            <w:vAlign w:val="center"/>
          </w:tcPr>
          <w:p w14:paraId="3514E26A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3586F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1" w:hRule="atLeast"/>
        </w:trPr>
        <w:tc>
          <w:tcPr>
            <w:tcW w:w="1220" w:type="dxa"/>
            <w:vAlign w:val="center"/>
          </w:tcPr>
          <w:p w14:paraId="41B0B4F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申请理由</w:t>
            </w:r>
          </w:p>
        </w:tc>
        <w:tc>
          <w:tcPr>
            <w:tcW w:w="7853" w:type="dxa"/>
            <w:gridSpan w:val="12"/>
            <w:vAlign w:val="top"/>
          </w:tcPr>
          <w:p w14:paraId="2D890DD2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（本人填写个人思想品德、科研能力、社会实践等方面的表现情况，研究生本人填写并亲笔签名。）</w:t>
            </w:r>
          </w:p>
          <w:p w14:paraId="0E046F9D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179D4782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48DDE3F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F1500E6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36DCABD8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5A3AC07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C6B10F4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02EBDE2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85E757E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3F263BC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21DBFAE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5A6C0D4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FFF5341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BBADB72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1EF7781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3FCE8A60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3A76EA02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9AA5DA4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03BA042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3C05D9C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BCC19E8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5119FE1F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A15C2F3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40A3B0D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F956A43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D788405">
            <w:pPr>
              <w:wordWrap w:val="0"/>
              <w:jc w:val="righ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申请人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签名：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</w:t>
            </w:r>
          </w:p>
          <w:p w14:paraId="39316929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</w:tr>
      <w:tr w14:paraId="45F85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0" w:hRule="atLeast"/>
        </w:trPr>
        <w:tc>
          <w:tcPr>
            <w:tcW w:w="1220" w:type="dxa"/>
            <w:vAlign w:val="center"/>
          </w:tcPr>
          <w:p w14:paraId="014BCD13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导师推荐意见</w:t>
            </w:r>
          </w:p>
        </w:tc>
        <w:tc>
          <w:tcPr>
            <w:tcW w:w="7853" w:type="dxa"/>
            <w:gridSpan w:val="12"/>
            <w:vAlign w:val="center"/>
          </w:tcPr>
          <w:p w14:paraId="7B46A215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5ADEAAE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765F4F05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7ABF31A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2A63986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293A732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1D01E32B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27A6DAB6">
            <w:pPr>
              <w:ind w:firstLine="5040" w:firstLineChars="2100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393DD031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75935442"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导师签名：</w:t>
            </w:r>
          </w:p>
          <w:p w14:paraId="203511DA">
            <w:pPr>
              <w:ind w:firstLine="5040" w:firstLineChars="21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</w:tr>
      <w:tr w14:paraId="5CA64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5" w:hRule="atLeast"/>
        </w:trPr>
        <w:tc>
          <w:tcPr>
            <w:tcW w:w="1220" w:type="dxa"/>
            <w:vAlign w:val="center"/>
          </w:tcPr>
          <w:p w14:paraId="1EC42BDD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培养单位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意见</w:t>
            </w:r>
          </w:p>
        </w:tc>
        <w:tc>
          <w:tcPr>
            <w:tcW w:w="7853" w:type="dxa"/>
            <w:gridSpan w:val="12"/>
            <w:vAlign w:val="center"/>
          </w:tcPr>
          <w:p w14:paraId="6698821E"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</w:p>
          <w:p w14:paraId="1BA9F286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22CE5095">
            <w:pPr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经评审，并在本单位内公示</w:t>
            </w:r>
            <w:r>
              <w:rPr>
                <w:rFonts w:ascii="仿宋" w:hAnsi="仿宋" w:eastAsia="仿宋" w:cs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个工作日，无异议，本单位申报该同学获得研究生国家奖学金。现报请研究生国家奖学金评审小组审定。</w:t>
            </w:r>
          </w:p>
          <w:p w14:paraId="5F9F99FE">
            <w:pPr>
              <w:ind w:firstLine="1440" w:firstLineChars="600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7F8EC757">
            <w:pPr>
              <w:ind w:firstLine="1440" w:firstLineChars="600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79B57D3C">
            <w:pPr>
              <w:ind w:firstLine="1440" w:firstLineChars="600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7B120675">
            <w:pPr>
              <w:ind w:firstLine="1440" w:firstLineChars="600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7702D281"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学院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（中心）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评审委员会主任委员签名（公章）：</w:t>
            </w:r>
          </w:p>
          <w:p w14:paraId="4360CD77">
            <w:pPr>
              <w:ind w:firstLine="4080" w:firstLineChars="17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</w:tr>
      <w:tr w14:paraId="23B08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</w:trPr>
        <w:tc>
          <w:tcPr>
            <w:tcW w:w="1220" w:type="dxa"/>
            <w:vAlign w:val="center"/>
          </w:tcPr>
          <w:p w14:paraId="554A5041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学校意见</w:t>
            </w:r>
          </w:p>
        </w:tc>
        <w:tc>
          <w:tcPr>
            <w:tcW w:w="7853" w:type="dxa"/>
            <w:gridSpan w:val="12"/>
            <w:vAlign w:val="center"/>
          </w:tcPr>
          <w:p w14:paraId="4114F54B"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经审核，并在本单位公示</w:t>
            </w:r>
            <w:r>
              <w:rPr>
                <w:rFonts w:ascii="仿宋" w:hAnsi="仿宋" w:eastAsia="仿宋" w:cs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个工作日，无异议，批准该同学获得研究生国家奖学金。</w:t>
            </w:r>
          </w:p>
          <w:p w14:paraId="02CC9D82">
            <w:pPr>
              <w:ind w:firstLine="4800" w:firstLineChars="2000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520F817D">
            <w:pPr>
              <w:ind w:firstLine="4800" w:firstLineChars="2000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11BBA15A">
            <w:pPr>
              <w:ind w:firstLine="4800" w:firstLineChars="2000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524847E4"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（公章）</w:t>
            </w:r>
          </w:p>
          <w:p w14:paraId="7980C431">
            <w:pPr>
              <w:ind w:firstLine="5040" w:firstLineChars="21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</w:tr>
    </w:tbl>
    <w:p w14:paraId="2659C5EB">
      <w:pPr>
        <w:rPr>
          <w:b/>
          <w:sz w:val="10"/>
          <w:szCs w:val="1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IyNTQxZTExM2VkMjZhMTk3YzY2YzFkZTQ3MTFiMmUifQ=="/>
  </w:docVars>
  <w:rsids>
    <w:rsidRoot w:val="00172A27"/>
    <w:rsid w:val="000665B3"/>
    <w:rsid w:val="002F0C0D"/>
    <w:rsid w:val="0037661F"/>
    <w:rsid w:val="003868BA"/>
    <w:rsid w:val="00392442"/>
    <w:rsid w:val="00580BCF"/>
    <w:rsid w:val="00677D17"/>
    <w:rsid w:val="00910650"/>
    <w:rsid w:val="00A807E3"/>
    <w:rsid w:val="00AE25B6"/>
    <w:rsid w:val="00B64A1B"/>
    <w:rsid w:val="00C112F9"/>
    <w:rsid w:val="00C700B3"/>
    <w:rsid w:val="00CC18D9"/>
    <w:rsid w:val="00D33211"/>
    <w:rsid w:val="00E5745E"/>
    <w:rsid w:val="00E762E7"/>
    <w:rsid w:val="00EB3C75"/>
    <w:rsid w:val="00EB48F9"/>
    <w:rsid w:val="00F05D62"/>
    <w:rsid w:val="00F319C1"/>
    <w:rsid w:val="00FC317A"/>
    <w:rsid w:val="0451367B"/>
    <w:rsid w:val="04640119"/>
    <w:rsid w:val="194131C8"/>
    <w:rsid w:val="20B67BB9"/>
    <w:rsid w:val="20F84F2A"/>
    <w:rsid w:val="257B79BA"/>
    <w:rsid w:val="287A42E1"/>
    <w:rsid w:val="39D66060"/>
    <w:rsid w:val="42922587"/>
    <w:rsid w:val="4AE84C53"/>
    <w:rsid w:val="5EBD03CC"/>
    <w:rsid w:val="5F275080"/>
    <w:rsid w:val="63C94C75"/>
    <w:rsid w:val="6C93216B"/>
    <w:rsid w:val="6D046D18"/>
    <w:rsid w:val="70636FF4"/>
    <w:rsid w:val="729D1AA2"/>
    <w:rsid w:val="738206D3"/>
    <w:rsid w:val="7A2D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??" w:hAnsi="??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Balloon Text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317</Words>
  <Characters>320</Characters>
  <Lines>0</Lines>
  <Paragraphs>0</Paragraphs>
  <TotalTime>3</TotalTime>
  <ScaleCrop>false</ScaleCrop>
  <LinksUpToDate>false</LinksUpToDate>
  <CharactersWithSpaces>491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2017-09-20T03:02:00Z</dcterms:created>
  <dc:creator>73931</dc:creator>
  <cp:lastModifiedBy>杨威</cp:lastModifiedBy>
  <cp:lastPrinted>2017-09-20T03:55:00Z</cp:lastPrinted>
  <dcterms:modified xsi:type="dcterms:W3CDTF">2025-09-25T07:27:54Z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5921F0BEE1E24941980858E0784BD8F2</vt:lpwstr>
  </property>
  <property fmtid="{D5CDD505-2E9C-101B-9397-08002B2CF9AE}" pid="4" name="KSOTemplateDocerSaveRecord">
    <vt:lpwstr>eyJoZGlkIjoiNWIwODAyMzY1ZTA0ZGVlOGQxOTMxY2UwMTQ3ZTExMTYiLCJ1c2VySWQiOiIxNTM1Mjc1NTczIn0=</vt:lpwstr>
  </property>
</Properties>
</file>